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4ECFFDEC" w:rsidR="00C45BC7" w:rsidRPr="00D74DEE" w:rsidRDefault="00282ABA" w:rsidP="00D23A9F">
      <w:pPr>
        <w:widowControl/>
        <w:suppressAutoHyphens w:val="0"/>
        <w:spacing w:line="240" w:lineRule="auto"/>
      </w:pPr>
      <w:r>
        <w:t>V</w:t>
      </w:r>
      <w:r w:rsidRPr="00282ABA">
        <w:t>andeadvokaa</w:t>
      </w:r>
      <w:r>
        <w:t>t</w:t>
      </w:r>
      <w:r w:rsidRPr="00282ABA">
        <w:t xml:space="preserve"> </w:t>
      </w:r>
      <w:r w:rsidR="005A142E">
        <w:t>Mart Parind</w:t>
      </w:r>
      <w:r w:rsidR="00867D03">
        <w:tab/>
      </w:r>
      <w:r w:rsidR="00EE1F9F">
        <w:tab/>
      </w:r>
      <w:r w:rsidR="00214637">
        <w:tab/>
      </w:r>
      <w:r w:rsidR="00222992"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5A142E">
        <w:t>09</w:t>
      </w:r>
      <w:r w:rsidR="00C45BC7" w:rsidRPr="00D74DEE">
        <w:t>.</w:t>
      </w:r>
      <w:r w:rsidR="005A142E">
        <w:t>0</w:t>
      </w:r>
      <w:r w:rsidR="00867D03">
        <w:t>1</w:t>
      </w:r>
      <w:r w:rsidR="00C45BC7" w:rsidRPr="00D74DEE">
        <w:t>.202</w:t>
      </w:r>
      <w:r w:rsidR="005A142E">
        <w:t>5</w:t>
      </w:r>
      <w:r w:rsidR="00C45BC7" w:rsidRPr="00D74DEE">
        <w:t xml:space="preserve"> nr 12.2-10/</w:t>
      </w:r>
      <w:r w:rsidR="005A142E">
        <w:t>3</w:t>
      </w:r>
    </w:p>
    <w:p w14:paraId="641EF284" w14:textId="60879CB7" w:rsidR="00C45BC7" w:rsidRPr="00D74DEE" w:rsidRDefault="005A142E" w:rsidP="00D23A9F">
      <w:pPr>
        <w:widowControl/>
        <w:suppressAutoHyphens w:val="0"/>
        <w:spacing w:line="240" w:lineRule="auto"/>
      </w:pPr>
      <w:r w:rsidRPr="005A142E">
        <w:rPr>
          <w:rFonts w:eastAsia="Times New Roman"/>
        </w:rPr>
        <w:t xml:space="preserve">MOONRAY OÜ </w:t>
      </w:r>
      <w:r w:rsidR="00463451">
        <w:rPr>
          <w:bCs/>
          <w:color w:val="000000" w:themeColor="text1"/>
        </w:rPr>
        <w:t>esindaja</w:t>
      </w:r>
      <w:r w:rsidR="004417BA">
        <w:rPr>
          <w:bCs/>
          <w:color w:val="000000" w:themeColor="text1"/>
        </w:rPr>
        <w:t>d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7E9CF814" w14:textId="22F14D8A" w:rsidR="00867D03" w:rsidRDefault="00C45BC7" w:rsidP="005A142E">
      <w:pPr>
        <w:pStyle w:val="Default"/>
        <w:ind w:left="1425" w:hanging="1425"/>
      </w:pPr>
      <w:r w:rsidRPr="00D74DEE">
        <w:t xml:space="preserve">e-post: </w:t>
      </w:r>
      <w:hyperlink r:id="rId9" w:history="1">
        <w:r w:rsidR="005A142E" w:rsidRPr="002D28CC">
          <w:rPr>
            <w:rStyle w:val="Hperlink"/>
          </w:rPr>
          <w:t>mart.parind@nove.ee</w:t>
        </w:r>
      </w:hyperlink>
    </w:p>
    <w:p w14:paraId="66A384DF" w14:textId="77777777" w:rsidR="005A142E" w:rsidRDefault="005A142E" w:rsidP="005A142E">
      <w:pPr>
        <w:pStyle w:val="Default"/>
        <w:ind w:left="1425" w:hanging="1425"/>
      </w:pPr>
    </w:p>
    <w:p w14:paraId="27C000C7" w14:textId="42BA3610" w:rsidR="00127627" w:rsidRDefault="001C697E" w:rsidP="00D23A9F">
      <w:pPr>
        <w:widowControl/>
        <w:suppressAutoHyphens w:val="0"/>
        <w:spacing w:line="240" w:lineRule="auto"/>
      </w:pPr>
      <w:r>
        <w:t xml:space="preserve">Pr </w:t>
      </w:r>
      <w:proofErr w:type="spellStart"/>
      <w:r w:rsidR="000B221D">
        <w:t>Lysann</w:t>
      </w:r>
      <w:proofErr w:type="spellEnd"/>
      <w:r w:rsidR="000B221D">
        <w:t xml:space="preserve"> Viitamees</w:t>
      </w:r>
    </w:p>
    <w:p w14:paraId="67DFEB7E" w14:textId="5EC4EE9F" w:rsidR="00280AB5" w:rsidRDefault="005A142E" w:rsidP="00602E8C">
      <w:pPr>
        <w:pStyle w:val="Vahedeta"/>
        <w:rPr>
          <w:bCs/>
          <w:color w:val="000000" w:themeColor="text1"/>
        </w:rPr>
      </w:pPr>
      <w:r w:rsidRPr="005A142E">
        <w:t>Politsei- ja Piirivalveamet</w:t>
      </w:r>
      <w:r>
        <w:t>i</w:t>
      </w:r>
      <w:r w:rsidRPr="005A142E"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0DA07D55" w14:textId="2E29F8F8" w:rsidR="00C2583A" w:rsidRDefault="00EE1F9F" w:rsidP="00C2583A">
      <w:pPr>
        <w:pStyle w:val="Default"/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C2583A" w:rsidRPr="002D28CC">
          <w:rPr>
            <w:rStyle w:val="Hperlink"/>
          </w:rPr>
          <w:t>ppa@politsei.ee</w:t>
        </w:r>
      </w:hyperlink>
      <w:r w:rsidR="00C2583A">
        <w:t xml:space="preserve"> </w:t>
      </w:r>
    </w:p>
    <w:p w14:paraId="1C159811" w14:textId="0422E3A6" w:rsidR="00127627" w:rsidRDefault="00C2583A" w:rsidP="00C2583A">
      <w:pPr>
        <w:pStyle w:val="Default"/>
      </w:pPr>
      <w:r>
        <w:tab/>
      </w:r>
      <w:hyperlink r:id="rId11" w:history="1">
        <w:r w:rsidRPr="002D28CC">
          <w:rPr>
            <w:rStyle w:val="Hperlink"/>
          </w:rPr>
          <w:t>kristin-kaire.valksaar@politsei.ee</w:t>
        </w:r>
      </w:hyperlink>
    </w:p>
    <w:p w14:paraId="5F97257B" w14:textId="77777777" w:rsidR="00C2583A" w:rsidRDefault="00C2583A" w:rsidP="00C2583A">
      <w:pPr>
        <w:pStyle w:val="Default"/>
        <w:rPr>
          <w:rStyle w:val="Hperlink"/>
          <w:color w:val="auto"/>
          <w:u w:val="none"/>
        </w:rPr>
      </w:pPr>
    </w:p>
    <w:p w14:paraId="03E4E5B0" w14:textId="77777777" w:rsidR="00C2583A" w:rsidRPr="00C2583A" w:rsidRDefault="00C2583A" w:rsidP="00C2583A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  <w:r w:rsidRPr="00C2583A">
        <w:rPr>
          <w:rStyle w:val="Hperlink"/>
          <w:color w:val="auto"/>
          <w:u w:val="none"/>
        </w:rPr>
        <w:t>Baltic Fox OÜ</w:t>
      </w:r>
    </w:p>
    <w:p w14:paraId="445D4EDD" w14:textId="6463BBE7" w:rsidR="00173B64" w:rsidRDefault="00C2583A" w:rsidP="00C2583A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  <w:r w:rsidRPr="00C2583A">
        <w:rPr>
          <w:rStyle w:val="Hperlink"/>
          <w:color w:val="auto"/>
          <w:u w:val="none"/>
        </w:rPr>
        <w:t xml:space="preserve">e-post: </w:t>
      </w:r>
      <w:hyperlink r:id="rId12" w:history="1">
        <w:r w:rsidRPr="002D28CC">
          <w:rPr>
            <w:rStyle w:val="Hperlink"/>
          </w:rPr>
          <w:t>pavel.nordberg@balticfox.ee</w:t>
        </w:r>
      </w:hyperlink>
      <w:r>
        <w:rPr>
          <w:rStyle w:val="Hperlink"/>
          <w:color w:val="auto"/>
          <w:u w:val="none"/>
        </w:rPr>
        <w:t xml:space="preserve"> </w:t>
      </w:r>
    </w:p>
    <w:p w14:paraId="18AC198D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417B39E4" w14:textId="77777777" w:rsidR="00310A35" w:rsidRPr="005D6AAE" w:rsidRDefault="00310A35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1D05B8A4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5A142E" w:rsidRPr="005A142E">
        <w:t>Politsei- ja Piirivalveamet</w:t>
      </w:r>
      <w:r w:rsidR="005A142E">
        <w:t>i</w:t>
      </w:r>
      <w:r w:rsidR="005A142E" w:rsidRPr="005A142E">
        <w:t xml:space="preserve"> </w:t>
      </w:r>
      <w:r w:rsidR="00222992">
        <w:rPr>
          <w:bCs/>
        </w:rPr>
        <w:t xml:space="preserve">riigihankes </w:t>
      </w:r>
      <w:r w:rsidR="00222992" w:rsidRPr="00DA257B">
        <w:rPr>
          <w:bCs/>
        </w:rPr>
        <w:t>„</w:t>
      </w:r>
      <w:r w:rsidR="00C2583A" w:rsidRPr="00C2583A">
        <w:rPr>
          <w:bCs/>
        </w:rPr>
        <w:t xml:space="preserve">IR lasersihikute soetamine“ (viitenumber 278422) </w:t>
      </w:r>
      <w:r w:rsidR="005A142E" w:rsidRPr="005A142E">
        <w:rPr>
          <w:rFonts w:eastAsia="Times New Roman"/>
        </w:rPr>
        <w:t xml:space="preserve">MOONRAY OÜ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</w:t>
      </w:r>
      <w:r w:rsidR="005A142E">
        <w:rPr>
          <w:rFonts w:cs="Times New Roman"/>
          <w:szCs w:val="24"/>
        </w:rPr>
        <w:t>, kolmas isik vastust ei esitanud</w:t>
      </w:r>
      <w:r w:rsidRPr="00B33818">
        <w:rPr>
          <w:rFonts w:cs="Times New Roman"/>
          <w:szCs w:val="24"/>
        </w:rPr>
        <w:t>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5A196CFA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173B64">
        <w:rPr>
          <w:rFonts w:cs="Times New Roman"/>
          <w:b/>
          <w:szCs w:val="24"/>
          <w:u w:val="single"/>
        </w:rPr>
        <w:t>2</w:t>
      </w:r>
      <w:r w:rsidR="000B221D">
        <w:rPr>
          <w:rFonts w:cs="Times New Roman"/>
          <w:b/>
          <w:szCs w:val="24"/>
          <w:u w:val="single"/>
        </w:rPr>
        <w:t>9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4417BA">
        <w:rPr>
          <w:rFonts w:cs="Times New Roman"/>
          <w:b/>
          <w:szCs w:val="24"/>
          <w:u w:val="single"/>
        </w:rPr>
        <w:t>1</w:t>
      </w:r>
      <w:r w:rsidRPr="00086729">
        <w:rPr>
          <w:rFonts w:cs="Times New Roman"/>
          <w:b/>
          <w:szCs w:val="24"/>
          <w:u w:val="single"/>
        </w:rPr>
        <w:t>.202</w:t>
      </w:r>
      <w:r w:rsidR="004417BA">
        <w:rPr>
          <w:rFonts w:cs="Times New Roman"/>
          <w:b/>
          <w:szCs w:val="24"/>
          <w:u w:val="single"/>
        </w:rPr>
        <w:t>5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3652CDC5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5D2DA0">
        <w:rPr>
          <w:rFonts w:cs="Times New Roman"/>
          <w:b/>
          <w:bCs/>
          <w:szCs w:val="24"/>
          <w:u w:val="single"/>
        </w:rPr>
        <w:t>1</w:t>
      </w:r>
      <w:r w:rsidR="000B221D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C2583A">
        <w:rPr>
          <w:rFonts w:cs="Times New Roman"/>
          <w:b/>
          <w:bCs/>
          <w:szCs w:val="24"/>
          <w:u w:val="single"/>
        </w:rPr>
        <w:t>01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C2583A">
        <w:rPr>
          <w:rFonts w:cs="Times New Roman"/>
          <w:b/>
          <w:bCs/>
          <w:szCs w:val="24"/>
          <w:u w:val="single"/>
        </w:rPr>
        <w:t>5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0B221D">
        <w:rPr>
          <w:rFonts w:cs="Times New Roman"/>
          <w:b/>
          <w:bCs/>
          <w:szCs w:val="24"/>
          <w:u w:val="single"/>
        </w:rPr>
        <w:t>17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C2583A">
        <w:rPr>
          <w:rFonts w:cs="Times New Roman"/>
          <w:b/>
          <w:bCs/>
          <w:szCs w:val="24"/>
          <w:u w:val="single"/>
        </w:rPr>
        <w:t>01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C2583A">
        <w:rPr>
          <w:rFonts w:cs="Times New Roman"/>
          <w:b/>
          <w:bCs/>
          <w:szCs w:val="24"/>
          <w:u w:val="single"/>
        </w:rPr>
        <w:t>5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Default="00C45BC7" w:rsidP="00C45BC7">
      <w:pPr>
        <w:pStyle w:val="Vahedeta"/>
        <w:rPr>
          <w:rFonts w:cs="Times New Roman"/>
          <w:szCs w:val="24"/>
        </w:rPr>
      </w:pPr>
    </w:p>
    <w:p w14:paraId="035671AE" w14:textId="77777777" w:rsidR="00310A35" w:rsidRPr="00B33818" w:rsidRDefault="00310A35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48C44D2C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</w:p>
    <w:p w14:paraId="76653869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4BF27836" w14:textId="77777777" w:rsidR="00310A35" w:rsidRDefault="00D5228D" w:rsidP="00C45BC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3733794D" w14:textId="6795100F" w:rsidR="00310A35" w:rsidRPr="003F327F" w:rsidRDefault="00310A35" w:rsidP="00C45BC7">
      <w:pPr>
        <w:pStyle w:val="Vahedeta"/>
        <w:rPr>
          <w:szCs w:val="24"/>
        </w:rPr>
      </w:pPr>
      <w:hyperlink r:id="rId13" w:history="1">
        <w:r w:rsidRPr="009605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310A35" w:rsidRPr="003F327F" w:rsidSect="00D5228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772E4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221D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7A9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2ABA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0A35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7BA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5848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142E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B7928"/>
    <w:rsid w:val="005C2609"/>
    <w:rsid w:val="005C4407"/>
    <w:rsid w:val="005C60C5"/>
    <w:rsid w:val="005C636F"/>
    <w:rsid w:val="005D01CA"/>
    <w:rsid w:val="005D0441"/>
    <w:rsid w:val="005D1382"/>
    <w:rsid w:val="005D29AD"/>
    <w:rsid w:val="005D2DA0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967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57714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055A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67D03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5A5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2A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2BE0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583A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39A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avel.nordberg@balticfox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istin-kaire.valksaar@politsei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ppa@politsei.e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mart.parind@nove.ee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</TotalTime>
  <Pages>1</Pages>
  <Words>243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2023-01-20T10:56:00Z</cp:lastPrinted>
  <dcterms:created xsi:type="dcterms:W3CDTF">2025-01-09T07:29:00Z</dcterms:created>
  <dcterms:modified xsi:type="dcterms:W3CDTF">2025-01-09T07:40:00Z</dcterms:modified>
</cp:coreProperties>
</file>